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F1673" w14:textId="77777777" w:rsidR="006F6B82" w:rsidRPr="00B903EA" w:rsidRDefault="002677DD" w:rsidP="006F7BD8">
      <w:pPr>
        <w:suppressAutoHyphens/>
        <w:jc w:val="center"/>
        <w:rPr>
          <w:b/>
          <w:caps/>
          <w:sz w:val="28"/>
          <w:lang w:eastAsia="ar-SA"/>
        </w:rPr>
      </w:pPr>
      <w:r w:rsidRPr="00B903EA">
        <w:rPr>
          <w:b/>
          <w:caps/>
          <w:sz w:val="28"/>
          <w:lang w:eastAsia="ar-SA"/>
        </w:rPr>
        <w:t>SKUODO</w:t>
      </w:r>
      <w:r w:rsidR="006F6B82" w:rsidRPr="00B903EA">
        <w:rPr>
          <w:b/>
          <w:caps/>
          <w:sz w:val="28"/>
          <w:lang w:eastAsia="ar-SA"/>
        </w:rPr>
        <w:t xml:space="preserve"> rajono savivaldybės taryba</w:t>
      </w:r>
    </w:p>
    <w:p w14:paraId="290D33FD" w14:textId="77777777" w:rsidR="006F6B82" w:rsidRDefault="006F6B82" w:rsidP="006F7BD8">
      <w:pPr>
        <w:jc w:val="center"/>
        <w:rPr>
          <w:b/>
          <w:caps/>
          <w:szCs w:val="24"/>
        </w:rPr>
      </w:pPr>
    </w:p>
    <w:p w14:paraId="7A902E33" w14:textId="77777777" w:rsidR="006F6B82" w:rsidRPr="00B903EA" w:rsidRDefault="006F6B82" w:rsidP="006F7BD8">
      <w:pPr>
        <w:jc w:val="center"/>
        <w:rPr>
          <w:b/>
        </w:rPr>
      </w:pPr>
      <w:r w:rsidRPr="00B903EA">
        <w:rPr>
          <w:b/>
        </w:rPr>
        <w:t>SPRENDIMAS</w:t>
      </w:r>
    </w:p>
    <w:p w14:paraId="08494AB3" w14:textId="77777777" w:rsidR="006774DA" w:rsidRDefault="006774DA" w:rsidP="006774DA">
      <w:pPr>
        <w:jc w:val="center"/>
        <w:rPr>
          <w:b/>
          <w:szCs w:val="24"/>
        </w:rPr>
      </w:pPr>
      <w:bookmarkStart w:id="0" w:name="_Hlk163122610"/>
      <w:bookmarkStart w:id="1" w:name="_Hlk141968269"/>
      <w:r>
        <w:rPr>
          <w:b/>
          <w:szCs w:val="24"/>
        </w:rPr>
        <w:t xml:space="preserve">DĖL </w:t>
      </w:r>
      <w:r w:rsidRPr="00B903EA">
        <w:rPr>
          <w:b/>
          <w:szCs w:val="24"/>
        </w:rPr>
        <w:t xml:space="preserve">SKUODO RAJONO SAVIVALDYBĖS TARYBOS </w:t>
      </w:r>
      <w:r w:rsidRPr="00B7517B">
        <w:rPr>
          <w:b/>
          <w:color w:val="212529"/>
          <w:shd w:val="clear" w:color="auto" w:fill="FFFFFF"/>
        </w:rPr>
        <w:t>201</w:t>
      </w:r>
      <w:r>
        <w:rPr>
          <w:b/>
          <w:color w:val="212529"/>
          <w:shd w:val="clear" w:color="auto" w:fill="FFFFFF"/>
        </w:rPr>
        <w:t>2</w:t>
      </w:r>
      <w:r w:rsidRPr="00B7517B">
        <w:rPr>
          <w:b/>
          <w:color w:val="212529"/>
          <w:shd w:val="clear" w:color="auto" w:fill="FFFFFF"/>
        </w:rPr>
        <w:t xml:space="preserve"> M. </w:t>
      </w:r>
      <w:r>
        <w:rPr>
          <w:b/>
          <w:color w:val="212529"/>
          <w:shd w:val="clear" w:color="auto" w:fill="FFFFFF"/>
        </w:rPr>
        <w:t>SPALIO</w:t>
      </w:r>
      <w:r w:rsidRPr="00B7517B">
        <w:rPr>
          <w:b/>
          <w:color w:val="212529"/>
          <w:shd w:val="clear" w:color="auto" w:fill="FFFFFF"/>
        </w:rPr>
        <w:t xml:space="preserve"> 2</w:t>
      </w:r>
      <w:r>
        <w:rPr>
          <w:b/>
          <w:color w:val="212529"/>
          <w:shd w:val="clear" w:color="auto" w:fill="FFFFFF"/>
        </w:rPr>
        <w:t>5</w:t>
      </w:r>
      <w:r w:rsidRPr="00B7517B">
        <w:rPr>
          <w:b/>
          <w:color w:val="212529"/>
          <w:shd w:val="clear" w:color="auto" w:fill="FFFFFF"/>
        </w:rPr>
        <w:t xml:space="preserve"> D. SPRENDIMO </w:t>
      </w:r>
      <w:r w:rsidRPr="00B7733F">
        <w:rPr>
          <w:b/>
          <w:shd w:val="clear" w:color="auto" w:fill="FFFFFF"/>
        </w:rPr>
        <w:t xml:space="preserve">NR. T9-240 </w:t>
      </w:r>
      <w:r w:rsidRPr="00B7517B">
        <w:rPr>
          <w:b/>
          <w:color w:val="212529"/>
          <w:shd w:val="clear" w:color="auto" w:fill="FFFFFF"/>
        </w:rPr>
        <w:t xml:space="preserve">„DĖL SKUODO </w:t>
      </w:r>
      <w:r>
        <w:rPr>
          <w:b/>
          <w:color w:val="212529"/>
          <w:shd w:val="clear" w:color="auto" w:fill="FFFFFF"/>
        </w:rPr>
        <w:t>MUZIEJAUS</w:t>
      </w:r>
      <w:r w:rsidRPr="00B7517B">
        <w:rPr>
          <w:b/>
          <w:color w:val="212529"/>
          <w:shd w:val="clear" w:color="auto" w:fill="FFFFFF"/>
        </w:rPr>
        <w:t xml:space="preserve"> </w:t>
      </w:r>
      <w:r>
        <w:rPr>
          <w:b/>
          <w:color w:val="212529"/>
          <w:shd w:val="clear" w:color="auto" w:fill="FFFFFF"/>
        </w:rPr>
        <w:t xml:space="preserve">NUOSTATŲ </w:t>
      </w:r>
      <w:r w:rsidRPr="00B7517B">
        <w:rPr>
          <w:b/>
          <w:color w:val="212529"/>
          <w:shd w:val="clear" w:color="auto" w:fill="FFFFFF"/>
        </w:rPr>
        <w:t>PATVIRTINIMO“ PAKEITIMO</w:t>
      </w:r>
    </w:p>
    <w:bookmarkEnd w:id="0"/>
    <w:bookmarkEnd w:id="1"/>
    <w:p w14:paraId="7EC3655A" w14:textId="77777777" w:rsidR="009462EE" w:rsidRPr="00B903EA" w:rsidRDefault="009462EE" w:rsidP="006F7BD8">
      <w:pPr>
        <w:jc w:val="center"/>
        <w:rPr>
          <w:b/>
          <w:szCs w:val="24"/>
        </w:rPr>
      </w:pPr>
    </w:p>
    <w:p w14:paraId="291433F8" w14:textId="2651142C" w:rsidR="00370FAC" w:rsidRPr="00B903EA" w:rsidRDefault="006F6B82" w:rsidP="006F7BD8">
      <w:pPr>
        <w:jc w:val="center"/>
        <w:rPr>
          <w:bCs/>
          <w:szCs w:val="24"/>
        </w:rPr>
      </w:pPr>
      <w:r w:rsidRPr="00B903EA">
        <w:rPr>
          <w:bCs/>
          <w:szCs w:val="24"/>
        </w:rPr>
        <w:t>20</w:t>
      </w:r>
      <w:r w:rsidR="00D003FA" w:rsidRPr="00B903EA">
        <w:rPr>
          <w:bCs/>
          <w:szCs w:val="24"/>
        </w:rPr>
        <w:t>2</w:t>
      </w:r>
      <w:r w:rsidR="005E0B07">
        <w:rPr>
          <w:bCs/>
          <w:szCs w:val="24"/>
        </w:rPr>
        <w:t>4</w:t>
      </w:r>
      <w:r w:rsidRPr="00B903EA">
        <w:rPr>
          <w:bCs/>
          <w:szCs w:val="24"/>
        </w:rPr>
        <w:t xml:space="preserve"> m.</w:t>
      </w:r>
      <w:r w:rsidR="00D003FA" w:rsidRPr="00B903EA">
        <w:rPr>
          <w:bCs/>
          <w:szCs w:val="24"/>
        </w:rPr>
        <w:t xml:space="preserve"> </w:t>
      </w:r>
      <w:r w:rsidR="006774DA">
        <w:rPr>
          <w:bCs/>
          <w:szCs w:val="24"/>
        </w:rPr>
        <w:t>gegužės</w:t>
      </w:r>
      <w:r w:rsidR="00C172CB">
        <w:rPr>
          <w:bCs/>
          <w:szCs w:val="24"/>
        </w:rPr>
        <w:t xml:space="preserve"> 21 </w:t>
      </w:r>
      <w:r w:rsidRPr="00B903EA">
        <w:rPr>
          <w:bCs/>
          <w:szCs w:val="24"/>
        </w:rPr>
        <w:t xml:space="preserve">d. Nr. </w:t>
      </w:r>
      <w:r w:rsidR="009C4AF5" w:rsidRPr="00B903EA">
        <w:rPr>
          <w:bCs/>
          <w:szCs w:val="24"/>
        </w:rPr>
        <w:t>T</w:t>
      </w:r>
      <w:r w:rsidR="0056134D">
        <w:rPr>
          <w:bCs/>
          <w:szCs w:val="24"/>
        </w:rPr>
        <w:t>10</w:t>
      </w:r>
      <w:r w:rsidR="00294FD3">
        <w:rPr>
          <w:bCs/>
          <w:szCs w:val="24"/>
        </w:rPr>
        <w:t>-</w:t>
      </w:r>
      <w:r w:rsidR="00C172CB">
        <w:rPr>
          <w:bCs/>
          <w:szCs w:val="24"/>
        </w:rPr>
        <w:t>120</w:t>
      </w:r>
    </w:p>
    <w:p w14:paraId="071A77C1" w14:textId="77777777" w:rsidR="006F6B82" w:rsidRPr="00B903EA" w:rsidRDefault="002677DD" w:rsidP="006F7BD8">
      <w:pPr>
        <w:jc w:val="center"/>
        <w:rPr>
          <w:bCs/>
          <w:szCs w:val="24"/>
        </w:rPr>
      </w:pPr>
      <w:r w:rsidRPr="00B903EA">
        <w:rPr>
          <w:bCs/>
          <w:szCs w:val="24"/>
        </w:rPr>
        <w:t>Skuodas</w:t>
      </w:r>
    </w:p>
    <w:p w14:paraId="1D70E59B" w14:textId="77777777" w:rsidR="006F6B82" w:rsidRDefault="006F6B82" w:rsidP="006F7BD8">
      <w:pPr>
        <w:jc w:val="center"/>
        <w:rPr>
          <w:bCs/>
          <w:szCs w:val="24"/>
        </w:rPr>
      </w:pPr>
    </w:p>
    <w:p w14:paraId="0F253185" w14:textId="77777777" w:rsidR="00A84E06" w:rsidRPr="00B903EA" w:rsidRDefault="00A84E06" w:rsidP="006F7BD8">
      <w:pPr>
        <w:jc w:val="center"/>
        <w:rPr>
          <w:bCs/>
          <w:szCs w:val="24"/>
        </w:rPr>
      </w:pPr>
    </w:p>
    <w:p w14:paraId="20E9765D" w14:textId="3382B566" w:rsidR="00D52D02" w:rsidRPr="004C0C23" w:rsidRDefault="0039042B" w:rsidP="00D52D02">
      <w:pPr>
        <w:tabs>
          <w:tab w:val="left" w:pos="1560"/>
        </w:tabs>
        <w:ind w:firstLine="1276"/>
        <w:jc w:val="both"/>
        <w:rPr>
          <w:bCs/>
          <w:color w:val="000000"/>
        </w:rPr>
      </w:pPr>
      <w:r w:rsidRPr="004C0C23">
        <w:rPr>
          <w:bCs/>
          <w:color w:val="000000"/>
        </w:rPr>
        <w:t>Vadovaudamasi Lietuvos Respublik</w:t>
      </w:r>
      <w:r w:rsidR="00181C8B" w:rsidRPr="004C0C23">
        <w:rPr>
          <w:bCs/>
          <w:color w:val="000000"/>
        </w:rPr>
        <w:t xml:space="preserve">os vietos savivaldos įstatymo 15 straipsnio 2 dalies </w:t>
      </w:r>
      <w:r w:rsidR="00B903EA" w:rsidRPr="004C0C23">
        <w:rPr>
          <w:bCs/>
          <w:color w:val="000000"/>
        </w:rPr>
        <w:t>9</w:t>
      </w:r>
      <w:r w:rsidR="00181C8B" w:rsidRPr="004C0C23">
        <w:rPr>
          <w:bCs/>
          <w:color w:val="000000"/>
        </w:rPr>
        <w:t xml:space="preserve"> punktu</w:t>
      </w:r>
      <w:r w:rsidR="008E277D" w:rsidRPr="004C0C23">
        <w:rPr>
          <w:bCs/>
          <w:color w:val="000000"/>
        </w:rPr>
        <w:t xml:space="preserve"> </w:t>
      </w:r>
      <w:r w:rsidR="00ED3F57" w:rsidRPr="00B903EA">
        <w:rPr>
          <w:bCs/>
          <w:color w:val="212529"/>
          <w:shd w:val="clear" w:color="auto" w:fill="FFFFFF"/>
        </w:rPr>
        <w:t xml:space="preserve">ir atsižvelgdama į </w:t>
      </w:r>
      <w:r w:rsidR="000043EE">
        <w:rPr>
          <w:bCs/>
          <w:color w:val="212529"/>
          <w:shd w:val="clear" w:color="auto" w:fill="FFFFFF"/>
        </w:rPr>
        <w:t xml:space="preserve">Skuodo rajono savivaldybės </w:t>
      </w:r>
      <w:r w:rsidR="006774DA">
        <w:rPr>
          <w:bCs/>
          <w:color w:val="212529"/>
          <w:shd w:val="clear" w:color="auto" w:fill="FFFFFF"/>
        </w:rPr>
        <w:t>mer</w:t>
      </w:r>
      <w:r w:rsidR="00E7641D">
        <w:rPr>
          <w:bCs/>
          <w:color w:val="212529"/>
          <w:shd w:val="clear" w:color="auto" w:fill="FFFFFF"/>
        </w:rPr>
        <w:t>o</w:t>
      </w:r>
      <w:r w:rsidR="000043EE">
        <w:rPr>
          <w:bCs/>
          <w:color w:val="212529"/>
          <w:shd w:val="clear" w:color="auto" w:fill="FFFFFF"/>
        </w:rPr>
        <w:t xml:space="preserve"> 2024 m. balandžio </w:t>
      </w:r>
      <w:r w:rsidR="006774DA">
        <w:rPr>
          <w:bCs/>
          <w:color w:val="212529"/>
          <w:shd w:val="clear" w:color="auto" w:fill="FFFFFF"/>
        </w:rPr>
        <w:t>29</w:t>
      </w:r>
      <w:r w:rsidR="000043EE">
        <w:rPr>
          <w:bCs/>
          <w:color w:val="212529"/>
          <w:shd w:val="clear" w:color="auto" w:fill="FFFFFF"/>
        </w:rPr>
        <w:t xml:space="preserve"> d. teikimą Nr. </w:t>
      </w:r>
      <w:r w:rsidR="005E0B07">
        <w:rPr>
          <w:bCs/>
          <w:color w:val="212529"/>
          <w:shd w:val="clear" w:color="auto" w:fill="FFFFFF"/>
        </w:rPr>
        <w:t>R2-</w:t>
      </w:r>
      <w:r w:rsidR="006774DA">
        <w:rPr>
          <w:bCs/>
          <w:color w:val="212529"/>
          <w:shd w:val="clear" w:color="auto" w:fill="FFFFFF"/>
        </w:rPr>
        <w:t>1095</w:t>
      </w:r>
      <w:r w:rsidR="005E0B07">
        <w:rPr>
          <w:bCs/>
          <w:color w:val="212529"/>
          <w:shd w:val="clear" w:color="auto" w:fill="FFFFFF"/>
        </w:rPr>
        <w:t xml:space="preserve"> „Dėl Skuodo </w:t>
      </w:r>
      <w:r w:rsidR="006774DA">
        <w:rPr>
          <w:bCs/>
          <w:color w:val="212529"/>
          <w:shd w:val="clear" w:color="auto" w:fill="FFFFFF"/>
        </w:rPr>
        <w:t>muziejaus</w:t>
      </w:r>
      <w:r w:rsidR="005E0B07">
        <w:rPr>
          <w:bCs/>
          <w:color w:val="212529"/>
          <w:shd w:val="clear" w:color="auto" w:fill="FFFFFF"/>
        </w:rPr>
        <w:t xml:space="preserve"> nuostatų pakeitimo“,</w:t>
      </w:r>
      <w:r w:rsidR="006774DA">
        <w:rPr>
          <w:bCs/>
          <w:color w:val="212529"/>
          <w:shd w:val="clear" w:color="auto" w:fill="FFFFFF"/>
        </w:rPr>
        <w:t xml:space="preserve"> </w:t>
      </w:r>
      <w:r w:rsidRPr="004C0C23">
        <w:rPr>
          <w:bCs/>
          <w:color w:val="000000"/>
        </w:rPr>
        <w:t>Skuodo rajono savivaldyb</w:t>
      </w:r>
      <w:r w:rsidR="00D52D02" w:rsidRPr="004C0C23">
        <w:rPr>
          <w:bCs/>
          <w:color w:val="000000"/>
        </w:rPr>
        <w:t xml:space="preserve">ės taryba </w:t>
      </w:r>
      <w:r w:rsidR="00D52D02" w:rsidRPr="00C172CB">
        <w:rPr>
          <w:bCs/>
          <w:color w:val="000000"/>
          <w:spacing w:val="40"/>
        </w:rPr>
        <w:t>n</w:t>
      </w:r>
      <w:r w:rsidR="00C172CB" w:rsidRPr="00C172CB">
        <w:rPr>
          <w:bCs/>
          <w:color w:val="000000"/>
          <w:spacing w:val="40"/>
        </w:rPr>
        <w:t>usprendži</w:t>
      </w:r>
      <w:r w:rsidR="00C172CB">
        <w:rPr>
          <w:bCs/>
          <w:color w:val="000000"/>
        </w:rPr>
        <w:t>a</w:t>
      </w:r>
      <w:r w:rsidR="001E0432" w:rsidRPr="004C0C23">
        <w:rPr>
          <w:bCs/>
          <w:color w:val="000000"/>
        </w:rPr>
        <w:t>:</w:t>
      </w:r>
      <w:r w:rsidR="00D52D02" w:rsidRPr="004C0C23">
        <w:rPr>
          <w:bCs/>
          <w:color w:val="000000"/>
        </w:rPr>
        <w:t xml:space="preserve"> </w:t>
      </w:r>
    </w:p>
    <w:p w14:paraId="376E865B" w14:textId="77777777" w:rsidR="00ED3F57" w:rsidRDefault="008F7F92" w:rsidP="00D52D02">
      <w:pPr>
        <w:tabs>
          <w:tab w:val="left" w:pos="1560"/>
        </w:tabs>
        <w:ind w:firstLine="1276"/>
        <w:jc w:val="both"/>
        <w:rPr>
          <w:bCs/>
          <w:szCs w:val="24"/>
        </w:rPr>
      </w:pPr>
      <w:r>
        <w:rPr>
          <w:bCs/>
          <w:szCs w:val="24"/>
        </w:rPr>
        <w:t xml:space="preserve">1. </w:t>
      </w:r>
      <w:r w:rsidR="00ED3F57" w:rsidRPr="00B903EA">
        <w:rPr>
          <w:bCs/>
          <w:szCs w:val="24"/>
        </w:rPr>
        <w:t xml:space="preserve">Pakeisti </w:t>
      </w:r>
      <w:r w:rsidR="00A84E06" w:rsidRPr="00B903EA">
        <w:rPr>
          <w:bCs/>
          <w:szCs w:val="24"/>
        </w:rPr>
        <w:t xml:space="preserve">Skuodo </w:t>
      </w:r>
      <w:r w:rsidR="006774DA">
        <w:rPr>
          <w:bCs/>
          <w:szCs w:val="24"/>
        </w:rPr>
        <w:t>muziejaus</w:t>
      </w:r>
      <w:r w:rsidR="00A84E06" w:rsidRPr="00B903EA">
        <w:rPr>
          <w:bCs/>
          <w:szCs w:val="24"/>
        </w:rPr>
        <w:t xml:space="preserve"> nuostat</w:t>
      </w:r>
      <w:r w:rsidR="00A84E06">
        <w:rPr>
          <w:bCs/>
          <w:szCs w:val="24"/>
        </w:rPr>
        <w:t>us, patvirtintus</w:t>
      </w:r>
      <w:r w:rsidR="00A84E06" w:rsidRPr="00B903EA">
        <w:rPr>
          <w:bCs/>
          <w:szCs w:val="24"/>
        </w:rPr>
        <w:t xml:space="preserve"> </w:t>
      </w:r>
      <w:r w:rsidR="00ED3F57" w:rsidRPr="00B903EA">
        <w:rPr>
          <w:bCs/>
          <w:szCs w:val="24"/>
        </w:rPr>
        <w:t>Skuodo rajono savivaldybės tarybos 201</w:t>
      </w:r>
      <w:r w:rsidR="006774DA">
        <w:rPr>
          <w:bCs/>
          <w:szCs w:val="24"/>
        </w:rPr>
        <w:t>2</w:t>
      </w:r>
      <w:r w:rsidR="00ED3F57" w:rsidRPr="00B903EA">
        <w:rPr>
          <w:bCs/>
          <w:szCs w:val="24"/>
        </w:rPr>
        <w:t xml:space="preserve"> m. </w:t>
      </w:r>
      <w:r w:rsidR="006774DA">
        <w:rPr>
          <w:bCs/>
          <w:szCs w:val="24"/>
        </w:rPr>
        <w:t>spalio</w:t>
      </w:r>
      <w:r w:rsidR="00ED3F57" w:rsidRPr="00B903EA">
        <w:rPr>
          <w:bCs/>
          <w:szCs w:val="24"/>
        </w:rPr>
        <w:t xml:space="preserve"> </w:t>
      </w:r>
      <w:r w:rsidR="006774DA">
        <w:rPr>
          <w:bCs/>
          <w:szCs w:val="24"/>
        </w:rPr>
        <w:t>25</w:t>
      </w:r>
      <w:r w:rsidR="00ED3F57" w:rsidRPr="00B903EA">
        <w:rPr>
          <w:bCs/>
          <w:szCs w:val="24"/>
        </w:rPr>
        <w:t xml:space="preserve"> d. </w:t>
      </w:r>
      <w:r w:rsidR="008A4070" w:rsidRPr="00B903EA">
        <w:rPr>
          <w:bCs/>
          <w:szCs w:val="24"/>
        </w:rPr>
        <w:t>sprendim</w:t>
      </w:r>
      <w:r w:rsidR="008A4070">
        <w:rPr>
          <w:bCs/>
          <w:szCs w:val="24"/>
        </w:rPr>
        <w:t>u</w:t>
      </w:r>
      <w:r w:rsidR="008A4070" w:rsidRPr="00B903EA">
        <w:rPr>
          <w:bCs/>
          <w:szCs w:val="24"/>
        </w:rPr>
        <w:t xml:space="preserve"> </w:t>
      </w:r>
      <w:bookmarkStart w:id="2" w:name="n_1"/>
      <w:r w:rsidR="006F7BD8" w:rsidRPr="0030502A">
        <w:rPr>
          <w:bCs/>
          <w:szCs w:val="24"/>
        </w:rPr>
        <w:t>Nr. T9-</w:t>
      </w:r>
      <w:r w:rsidR="006774DA">
        <w:rPr>
          <w:bCs/>
          <w:szCs w:val="24"/>
        </w:rPr>
        <w:t>240</w:t>
      </w:r>
      <w:r w:rsidR="006F7BD8" w:rsidRPr="0030502A">
        <w:rPr>
          <w:bCs/>
          <w:szCs w:val="24"/>
        </w:rPr>
        <w:t xml:space="preserve"> </w:t>
      </w:r>
      <w:bookmarkEnd w:id="2"/>
      <w:r w:rsidR="00ED3F57" w:rsidRPr="00B903EA">
        <w:rPr>
          <w:bCs/>
          <w:szCs w:val="24"/>
        </w:rPr>
        <w:t xml:space="preserve">„Dėl Skuodo </w:t>
      </w:r>
      <w:r w:rsidR="006774DA">
        <w:rPr>
          <w:bCs/>
          <w:szCs w:val="24"/>
        </w:rPr>
        <w:t>muziejaus</w:t>
      </w:r>
      <w:r w:rsidR="00ED3F57" w:rsidRPr="00B903EA">
        <w:rPr>
          <w:bCs/>
          <w:szCs w:val="24"/>
        </w:rPr>
        <w:t xml:space="preserve"> nuostatų patvirtinimo“</w:t>
      </w:r>
      <w:r w:rsidR="00A84E06">
        <w:rPr>
          <w:bCs/>
          <w:szCs w:val="24"/>
        </w:rPr>
        <w:t>,</w:t>
      </w:r>
      <w:r w:rsidR="00ED3F57" w:rsidRPr="00B903EA">
        <w:rPr>
          <w:bCs/>
          <w:szCs w:val="24"/>
        </w:rPr>
        <w:t xml:space="preserve"> </w:t>
      </w:r>
      <w:r w:rsidR="008A4070">
        <w:rPr>
          <w:bCs/>
          <w:szCs w:val="24"/>
        </w:rPr>
        <w:t>ir išdėstyti juos nauja redakcija</w:t>
      </w:r>
      <w:r w:rsidR="00D9321A">
        <w:rPr>
          <w:bCs/>
          <w:szCs w:val="24"/>
        </w:rPr>
        <w:t xml:space="preserve"> (pridedama).</w:t>
      </w:r>
    </w:p>
    <w:p w14:paraId="26253038" w14:textId="77777777" w:rsidR="003A4741" w:rsidRDefault="008F7F92" w:rsidP="00D52D02">
      <w:pPr>
        <w:tabs>
          <w:tab w:val="left" w:pos="1560"/>
        </w:tabs>
        <w:ind w:firstLine="1276"/>
        <w:jc w:val="both"/>
        <w:rPr>
          <w:bCs/>
          <w:szCs w:val="24"/>
        </w:rPr>
      </w:pPr>
      <w:r>
        <w:rPr>
          <w:bCs/>
          <w:szCs w:val="24"/>
        </w:rPr>
        <w:t xml:space="preserve">2. </w:t>
      </w:r>
      <w:r w:rsidR="003A4741" w:rsidRPr="003A4741">
        <w:rPr>
          <w:bCs/>
          <w:szCs w:val="24"/>
        </w:rPr>
        <w:t xml:space="preserve">Įgalioti </w:t>
      </w:r>
      <w:r w:rsidR="003A4741">
        <w:rPr>
          <w:color w:val="212529"/>
          <w:shd w:val="clear" w:color="auto" w:fill="FFFFFF"/>
        </w:rPr>
        <w:t xml:space="preserve">Skuodo </w:t>
      </w:r>
      <w:r w:rsidR="006774DA">
        <w:rPr>
          <w:color w:val="212529"/>
          <w:shd w:val="clear" w:color="auto" w:fill="FFFFFF"/>
        </w:rPr>
        <w:t>muziejaus direktorę</w:t>
      </w:r>
      <w:r w:rsidR="003A4741">
        <w:rPr>
          <w:color w:val="212529"/>
          <w:shd w:val="clear" w:color="auto" w:fill="FFFFFF"/>
        </w:rPr>
        <w:t xml:space="preserve"> </w:t>
      </w:r>
      <w:r w:rsidR="006774DA">
        <w:rPr>
          <w:color w:val="212529"/>
          <w:shd w:val="clear" w:color="auto" w:fill="FFFFFF"/>
        </w:rPr>
        <w:t>Ingridą Petrošienę</w:t>
      </w:r>
      <w:r w:rsidR="003A4741">
        <w:rPr>
          <w:color w:val="212529"/>
          <w:spacing w:val="-2"/>
          <w:shd w:val="clear" w:color="auto" w:fill="FFFFFF"/>
        </w:rPr>
        <w:t xml:space="preserve"> </w:t>
      </w:r>
      <w:r w:rsidR="003A4741" w:rsidRPr="003A4741">
        <w:rPr>
          <w:bCs/>
          <w:szCs w:val="24"/>
        </w:rPr>
        <w:t>pasirašyti šio sprendimo 1 punktu patvirtintus nuostatus ir teisės aktų nustatyta tvarka įregistruoti juos Juridinių asmenų registre bei atlikti visus veiksmus, susijusius su šiuo pavedimu.</w:t>
      </w:r>
    </w:p>
    <w:p w14:paraId="7BB7A20B" w14:textId="77777777" w:rsidR="003A4741" w:rsidRPr="008F7F92" w:rsidRDefault="003A4741" w:rsidP="003A4741">
      <w:pPr>
        <w:tabs>
          <w:tab w:val="left" w:pos="1560"/>
        </w:tabs>
        <w:ind w:firstLine="1276"/>
        <w:jc w:val="both"/>
        <w:rPr>
          <w:bCs/>
          <w:szCs w:val="24"/>
        </w:rPr>
      </w:pPr>
      <w:r>
        <w:rPr>
          <w:bCs/>
          <w:szCs w:val="24"/>
        </w:rPr>
        <w:t xml:space="preserve">3. </w:t>
      </w:r>
      <w:r w:rsidR="008F7F92">
        <w:rPr>
          <w:bCs/>
          <w:szCs w:val="24"/>
        </w:rPr>
        <w:t xml:space="preserve">Pripažinti netekusiu galios Skuodo rajono savivaldybės tarybos 2023 m. </w:t>
      </w:r>
      <w:r w:rsidR="005E0B07">
        <w:rPr>
          <w:bCs/>
          <w:szCs w:val="24"/>
        </w:rPr>
        <w:t>rugpjūčio</w:t>
      </w:r>
      <w:r w:rsidR="008F7F92">
        <w:rPr>
          <w:bCs/>
          <w:szCs w:val="24"/>
        </w:rPr>
        <w:t xml:space="preserve"> 2</w:t>
      </w:r>
      <w:r w:rsidR="005E0B07">
        <w:rPr>
          <w:bCs/>
          <w:szCs w:val="24"/>
        </w:rPr>
        <w:t>4</w:t>
      </w:r>
      <w:r w:rsidR="008F7F92">
        <w:rPr>
          <w:bCs/>
          <w:szCs w:val="24"/>
        </w:rPr>
        <w:t xml:space="preserve"> d. sprendimą </w:t>
      </w:r>
      <w:bookmarkStart w:id="3" w:name="n_2"/>
      <w:r w:rsidR="006F7BD8" w:rsidRPr="0030502A">
        <w:rPr>
          <w:bCs/>
          <w:szCs w:val="24"/>
        </w:rPr>
        <w:t>Nr. T9-</w:t>
      </w:r>
      <w:r w:rsidR="006774DA">
        <w:rPr>
          <w:bCs/>
          <w:szCs w:val="24"/>
        </w:rPr>
        <w:t>180</w:t>
      </w:r>
      <w:r w:rsidR="006F7BD8" w:rsidRPr="0030502A">
        <w:rPr>
          <w:bCs/>
          <w:szCs w:val="24"/>
        </w:rPr>
        <w:t xml:space="preserve"> </w:t>
      </w:r>
      <w:bookmarkEnd w:id="3"/>
      <w:r w:rsidR="008F7F92">
        <w:rPr>
          <w:bCs/>
          <w:szCs w:val="24"/>
        </w:rPr>
        <w:t>„</w:t>
      </w:r>
      <w:r w:rsidR="005E0B07">
        <w:rPr>
          <w:bCs/>
          <w:szCs w:val="24"/>
        </w:rPr>
        <w:t xml:space="preserve">Dėl </w:t>
      </w:r>
      <w:r w:rsidR="008F7F92">
        <w:rPr>
          <w:bCs/>
          <w:szCs w:val="24"/>
        </w:rPr>
        <w:t>S</w:t>
      </w:r>
      <w:r w:rsidR="008F7F92" w:rsidRPr="008F7F92">
        <w:rPr>
          <w:bCs/>
          <w:szCs w:val="24"/>
        </w:rPr>
        <w:t>kuodo rajono savivaldybės tarybos 201</w:t>
      </w:r>
      <w:r w:rsidR="006774DA">
        <w:rPr>
          <w:bCs/>
          <w:szCs w:val="24"/>
        </w:rPr>
        <w:t>2</w:t>
      </w:r>
      <w:r w:rsidR="008F7F92" w:rsidRPr="008F7F92">
        <w:rPr>
          <w:bCs/>
          <w:szCs w:val="24"/>
        </w:rPr>
        <w:t xml:space="preserve"> m. </w:t>
      </w:r>
      <w:r w:rsidR="006774DA">
        <w:rPr>
          <w:bCs/>
          <w:szCs w:val="24"/>
        </w:rPr>
        <w:t>spalio</w:t>
      </w:r>
      <w:r w:rsidR="008F7F92" w:rsidRPr="008F7F92">
        <w:rPr>
          <w:bCs/>
          <w:szCs w:val="24"/>
        </w:rPr>
        <w:t xml:space="preserve"> </w:t>
      </w:r>
      <w:r w:rsidR="006774DA">
        <w:rPr>
          <w:bCs/>
          <w:szCs w:val="24"/>
        </w:rPr>
        <w:t>25</w:t>
      </w:r>
      <w:r w:rsidR="008F7F92" w:rsidRPr="008F7F92">
        <w:rPr>
          <w:bCs/>
          <w:szCs w:val="24"/>
        </w:rPr>
        <w:t xml:space="preserve"> d. sprendimo </w:t>
      </w:r>
      <w:bookmarkStart w:id="4" w:name="n_3"/>
      <w:r w:rsidR="006F7BD8" w:rsidRPr="0030502A">
        <w:rPr>
          <w:bCs/>
          <w:szCs w:val="24"/>
        </w:rPr>
        <w:t>Nr. T9-</w:t>
      </w:r>
      <w:bookmarkEnd w:id="4"/>
      <w:r w:rsidR="006774DA">
        <w:rPr>
          <w:bCs/>
          <w:szCs w:val="24"/>
        </w:rPr>
        <w:t>240</w:t>
      </w:r>
      <w:r w:rsidR="008F7F92" w:rsidRPr="008F7F92">
        <w:rPr>
          <w:bCs/>
          <w:szCs w:val="24"/>
        </w:rPr>
        <w:t xml:space="preserve"> „</w:t>
      </w:r>
      <w:r w:rsidR="008F7F92">
        <w:rPr>
          <w:bCs/>
          <w:szCs w:val="24"/>
        </w:rPr>
        <w:t>D</w:t>
      </w:r>
      <w:r w:rsidR="008F7F92" w:rsidRPr="008F7F92">
        <w:rPr>
          <w:bCs/>
          <w:szCs w:val="24"/>
        </w:rPr>
        <w:t xml:space="preserve">ėl </w:t>
      </w:r>
      <w:r w:rsidR="008F7F92">
        <w:rPr>
          <w:bCs/>
          <w:szCs w:val="24"/>
        </w:rPr>
        <w:t>S</w:t>
      </w:r>
      <w:r w:rsidR="008F7F92" w:rsidRPr="008F7F92">
        <w:rPr>
          <w:bCs/>
          <w:szCs w:val="24"/>
        </w:rPr>
        <w:t xml:space="preserve">kuodo </w:t>
      </w:r>
      <w:r w:rsidR="006774DA">
        <w:rPr>
          <w:bCs/>
          <w:szCs w:val="24"/>
        </w:rPr>
        <w:t>muziejaus</w:t>
      </w:r>
      <w:r w:rsidR="008F7F92" w:rsidRPr="008F7F92">
        <w:rPr>
          <w:bCs/>
          <w:szCs w:val="24"/>
        </w:rPr>
        <w:t xml:space="preserve"> nuostatų patvirtinimo“ pakeitimo</w:t>
      </w:r>
      <w:r w:rsidR="008F7F92">
        <w:rPr>
          <w:bCs/>
          <w:szCs w:val="24"/>
        </w:rPr>
        <w:t>“.</w:t>
      </w:r>
    </w:p>
    <w:p w14:paraId="4ED067B2" w14:textId="77777777" w:rsidR="002677DD" w:rsidRPr="004C0C23" w:rsidRDefault="00A84E06" w:rsidP="0039042B">
      <w:pPr>
        <w:tabs>
          <w:tab w:val="left" w:pos="1560"/>
        </w:tabs>
        <w:ind w:firstLine="1276"/>
        <w:jc w:val="both"/>
        <w:rPr>
          <w:bCs/>
          <w:color w:val="000000"/>
          <w:szCs w:val="24"/>
        </w:rPr>
      </w:pPr>
      <w:r>
        <w:rPr>
          <w:bCs/>
          <w:color w:val="000000"/>
          <w:szCs w:val="24"/>
        </w:rPr>
        <w:t>4. Nurodyti, kad š</w:t>
      </w:r>
      <w:r w:rsidR="002677DD" w:rsidRPr="004C0C23">
        <w:rPr>
          <w:bCs/>
          <w:color w:val="000000"/>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6C7DFF" w:rsidRPr="004C0C23">
        <w:rPr>
          <w:bCs/>
          <w:color w:val="000000"/>
          <w:szCs w:val="24"/>
        </w:rPr>
        <w:t>.</w:t>
      </w:r>
    </w:p>
    <w:p w14:paraId="2C27007E" w14:textId="77777777" w:rsidR="002F5826" w:rsidRPr="004C0C23" w:rsidRDefault="002F5826" w:rsidP="00C21F6E">
      <w:pPr>
        <w:jc w:val="both"/>
        <w:rPr>
          <w:bCs/>
          <w:color w:val="000000"/>
          <w:szCs w:val="24"/>
        </w:rPr>
      </w:pPr>
    </w:p>
    <w:p w14:paraId="6F4A99AB" w14:textId="77777777" w:rsidR="00E25381" w:rsidRDefault="00E25381" w:rsidP="00C40275">
      <w:pPr>
        <w:tabs>
          <w:tab w:val="left" w:pos="7044"/>
        </w:tabs>
        <w:jc w:val="both"/>
        <w:rPr>
          <w:bC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4"/>
        <w:gridCol w:w="4804"/>
      </w:tblGrid>
      <w:tr w:rsidR="00C172CB" w14:paraId="67D3966B" w14:textId="77777777" w:rsidTr="00C172CB">
        <w:tc>
          <w:tcPr>
            <w:tcW w:w="4927" w:type="dxa"/>
          </w:tcPr>
          <w:p w14:paraId="14F43C02" w14:textId="2AF7FDD3" w:rsidR="00C172CB" w:rsidRDefault="00C172CB" w:rsidP="001A6981">
            <w:pPr>
              <w:tabs>
                <w:tab w:val="left" w:pos="7044"/>
              </w:tabs>
              <w:ind w:hanging="108"/>
              <w:jc w:val="both"/>
              <w:rPr>
                <w:bCs/>
              </w:rPr>
            </w:pPr>
            <w:r>
              <w:rPr>
                <w:bCs/>
              </w:rPr>
              <w:t>Savivaldybės meras</w:t>
            </w:r>
          </w:p>
        </w:tc>
        <w:tc>
          <w:tcPr>
            <w:tcW w:w="4927" w:type="dxa"/>
          </w:tcPr>
          <w:p w14:paraId="78AEDFFB" w14:textId="77777777" w:rsidR="00C172CB" w:rsidRDefault="00C172CB" w:rsidP="00C40275">
            <w:pPr>
              <w:tabs>
                <w:tab w:val="left" w:pos="7044"/>
              </w:tabs>
              <w:jc w:val="both"/>
              <w:rPr>
                <w:bCs/>
              </w:rPr>
            </w:pPr>
          </w:p>
        </w:tc>
      </w:tr>
    </w:tbl>
    <w:p w14:paraId="1BF6224B" w14:textId="61A50887" w:rsidR="006F6B82" w:rsidRDefault="006F6B82" w:rsidP="00C40275">
      <w:pPr>
        <w:tabs>
          <w:tab w:val="left" w:pos="7044"/>
        </w:tabs>
        <w:jc w:val="both"/>
        <w:rPr>
          <w:bCs/>
        </w:rPr>
      </w:pPr>
    </w:p>
    <w:p w14:paraId="4C8E63BF" w14:textId="77777777" w:rsidR="00A84E06" w:rsidRDefault="00A84E06" w:rsidP="006F7BD8">
      <w:pPr>
        <w:tabs>
          <w:tab w:val="left" w:pos="7044"/>
        </w:tabs>
        <w:jc w:val="center"/>
        <w:rPr>
          <w:bCs/>
        </w:rPr>
      </w:pPr>
    </w:p>
    <w:p w14:paraId="0D9581B0" w14:textId="77777777" w:rsidR="00A84E06" w:rsidRDefault="00A84E06" w:rsidP="006F7BD8">
      <w:pPr>
        <w:tabs>
          <w:tab w:val="left" w:pos="7044"/>
        </w:tabs>
        <w:jc w:val="center"/>
        <w:rPr>
          <w:bCs/>
        </w:rPr>
      </w:pPr>
    </w:p>
    <w:p w14:paraId="3B9CF49C" w14:textId="77777777" w:rsidR="00A84E06" w:rsidRDefault="00A84E06" w:rsidP="006F7BD8">
      <w:pPr>
        <w:tabs>
          <w:tab w:val="left" w:pos="7044"/>
        </w:tabs>
        <w:jc w:val="center"/>
        <w:rPr>
          <w:bCs/>
        </w:rPr>
      </w:pPr>
    </w:p>
    <w:p w14:paraId="0F60DCF1" w14:textId="77777777" w:rsidR="00A84E06" w:rsidRDefault="00A84E06" w:rsidP="006F7BD8">
      <w:pPr>
        <w:tabs>
          <w:tab w:val="left" w:pos="7044"/>
        </w:tabs>
        <w:jc w:val="center"/>
        <w:rPr>
          <w:bCs/>
        </w:rPr>
      </w:pPr>
    </w:p>
    <w:p w14:paraId="1208BBFB" w14:textId="77777777" w:rsidR="00A84E06" w:rsidRDefault="00A84E06" w:rsidP="006F7BD8">
      <w:pPr>
        <w:tabs>
          <w:tab w:val="left" w:pos="7044"/>
        </w:tabs>
        <w:jc w:val="center"/>
        <w:rPr>
          <w:bCs/>
        </w:rPr>
      </w:pPr>
    </w:p>
    <w:p w14:paraId="74204906" w14:textId="77777777" w:rsidR="00A84E06" w:rsidRDefault="00A84E06" w:rsidP="006F7BD8">
      <w:pPr>
        <w:tabs>
          <w:tab w:val="left" w:pos="7044"/>
        </w:tabs>
        <w:jc w:val="center"/>
        <w:rPr>
          <w:bCs/>
        </w:rPr>
      </w:pPr>
    </w:p>
    <w:p w14:paraId="159E57E7" w14:textId="77777777" w:rsidR="00A84E06" w:rsidRDefault="00A84E06" w:rsidP="006F7BD8">
      <w:pPr>
        <w:tabs>
          <w:tab w:val="left" w:pos="7044"/>
        </w:tabs>
        <w:jc w:val="center"/>
        <w:rPr>
          <w:bCs/>
        </w:rPr>
      </w:pPr>
    </w:p>
    <w:p w14:paraId="769F01F8" w14:textId="77777777" w:rsidR="00A84E06" w:rsidRDefault="00A84E06" w:rsidP="006F7BD8">
      <w:pPr>
        <w:tabs>
          <w:tab w:val="left" w:pos="7044"/>
        </w:tabs>
        <w:jc w:val="center"/>
        <w:rPr>
          <w:bCs/>
        </w:rPr>
      </w:pPr>
    </w:p>
    <w:p w14:paraId="4D1B8B1E" w14:textId="77777777" w:rsidR="00A84E06" w:rsidRDefault="00A84E06" w:rsidP="006F7BD8">
      <w:pPr>
        <w:tabs>
          <w:tab w:val="left" w:pos="7044"/>
        </w:tabs>
        <w:jc w:val="center"/>
        <w:rPr>
          <w:bCs/>
        </w:rPr>
      </w:pPr>
    </w:p>
    <w:p w14:paraId="34B4D9D6" w14:textId="77777777" w:rsidR="0056134D" w:rsidRDefault="0056134D" w:rsidP="006F7BD8">
      <w:pPr>
        <w:tabs>
          <w:tab w:val="left" w:pos="7044"/>
        </w:tabs>
        <w:jc w:val="center"/>
        <w:rPr>
          <w:bCs/>
        </w:rPr>
      </w:pPr>
    </w:p>
    <w:p w14:paraId="1915BBB7" w14:textId="77777777" w:rsidR="0056134D" w:rsidRDefault="0056134D" w:rsidP="006F7BD8">
      <w:pPr>
        <w:tabs>
          <w:tab w:val="left" w:pos="7044"/>
        </w:tabs>
        <w:jc w:val="center"/>
        <w:rPr>
          <w:bCs/>
        </w:rPr>
      </w:pPr>
    </w:p>
    <w:p w14:paraId="71CF0E34" w14:textId="77777777" w:rsidR="0056134D" w:rsidRDefault="0056134D" w:rsidP="006F7BD8">
      <w:pPr>
        <w:tabs>
          <w:tab w:val="left" w:pos="7044"/>
        </w:tabs>
        <w:jc w:val="center"/>
        <w:rPr>
          <w:bCs/>
        </w:rPr>
      </w:pPr>
    </w:p>
    <w:p w14:paraId="2F60DFF8" w14:textId="77777777" w:rsidR="0056134D" w:rsidRDefault="0056134D" w:rsidP="006F7BD8">
      <w:pPr>
        <w:tabs>
          <w:tab w:val="left" w:pos="7044"/>
        </w:tabs>
        <w:jc w:val="center"/>
        <w:rPr>
          <w:bCs/>
        </w:rPr>
      </w:pPr>
    </w:p>
    <w:p w14:paraId="327D0955" w14:textId="77777777" w:rsidR="00A84E06" w:rsidRDefault="00A84E06" w:rsidP="006F7BD8">
      <w:pPr>
        <w:tabs>
          <w:tab w:val="left" w:pos="7044"/>
        </w:tabs>
        <w:jc w:val="center"/>
        <w:rPr>
          <w:bCs/>
        </w:rPr>
      </w:pPr>
    </w:p>
    <w:p w14:paraId="01DBCC5D" w14:textId="77777777" w:rsidR="00A84E06" w:rsidRDefault="00A84E06" w:rsidP="00991133">
      <w:pPr>
        <w:tabs>
          <w:tab w:val="left" w:pos="7044"/>
        </w:tabs>
        <w:rPr>
          <w:bCs/>
        </w:rPr>
      </w:pPr>
      <w:r>
        <w:rPr>
          <w:bCs/>
        </w:rPr>
        <w:t>Gintas Andriekus, tel. 8 686  58 675</w:t>
      </w:r>
    </w:p>
    <w:p w14:paraId="683BAE06" w14:textId="77777777" w:rsidR="00EF102E" w:rsidRPr="00B903EA" w:rsidRDefault="00EF102E" w:rsidP="006F6B82">
      <w:pPr>
        <w:jc w:val="both"/>
        <w:rPr>
          <w:bCs/>
        </w:rPr>
      </w:pPr>
    </w:p>
    <w:sectPr w:rsidR="00EF102E" w:rsidRPr="00B903EA" w:rsidSect="001A04C5">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AAF847" w14:textId="77777777" w:rsidR="00644D0E" w:rsidRDefault="00644D0E">
      <w:r>
        <w:separator/>
      </w:r>
    </w:p>
  </w:endnote>
  <w:endnote w:type="continuationSeparator" w:id="0">
    <w:p w14:paraId="771BBAE8" w14:textId="77777777" w:rsidR="00644D0E" w:rsidRDefault="00644D0E">
      <w:r>
        <w:continuationSeparator/>
      </w:r>
    </w:p>
  </w:endnote>
  <w:endnote w:type="continuationNotice" w:id="1">
    <w:p w14:paraId="52A64774" w14:textId="77777777" w:rsidR="00644D0E" w:rsidRDefault="00644D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8E295" w14:textId="77777777" w:rsidR="00644D0E" w:rsidRDefault="00644D0E">
      <w:r>
        <w:separator/>
      </w:r>
    </w:p>
  </w:footnote>
  <w:footnote w:type="continuationSeparator" w:id="0">
    <w:p w14:paraId="60DA9B41" w14:textId="77777777" w:rsidR="00644D0E" w:rsidRDefault="00644D0E">
      <w:r>
        <w:continuationSeparator/>
      </w:r>
    </w:p>
  </w:footnote>
  <w:footnote w:type="continuationNotice" w:id="1">
    <w:p w14:paraId="6445457D" w14:textId="77777777" w:rsidR="00644D0E" w:rsidRDefault="00644D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843DB" w14:textId="77777777" w:rsidR="0056134D" w:rsidRPr="00C172CB" w:rsidRDefault="0056134D" w:rsidP="0056134D">
    <w:pPr>
      <w:suppressAutoHyphens/>
      <w:jc w:val="right"/>
      <w:rPr>
        <w:b/>
        <w:i/>
        <w:iCs/>
        <w:caps/>
        <w:szCs w:val="24"/>
        <w:lang w:eastAsia="ar-SA"/>
      </w:rPr>
    </w:pPr>
    <w:r w:rsidRPr="00C172CB">
      <w:rPr>
        <w:b/>
        <w:i/>
        <w:iCs/>
        <w:szCs w:val="24"/>
        <w:lang w:eastAsia="ar-SA"/>
      </w:rPr>
      <w:t>Projektas</w:t>
    </w:r>
  </w:p>
  <w:p w14:paraId="7A8FECD1" w14:textId="77777777" w:rsidR="002C3014" w:rsidRPr="002C3014" w:rsidRDefault="002C301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1"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19195571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1250756">
    <w:abstractNumId w:val="6"/>
  </w:num>
  <w:num w:numId="3" w16cid:durableId="416904591">
    <w:abstractNumId w:val="5"/>
  </w:num>
  <w:num w:numId="4" w16cid:durableId="1273702862">
    <w:abstractNumId w:val="4"/>
  </w:num>
  <w:num w:numId="5" w16cid:durableId="2135753022">
    <w:abstractNumId w:val="8"/>
  </w:num>
  <w:num w:numId="6" w16cid:durableId="1344940786">
    <w:abstractNumId w:val="3"/>
  </w:num>
  <w:num w:numId="7" w16cid:durableId="1040134632">
    <w:abstractNumId w:val="2"/>
  </w:num>
  <w:num w:numId="8" w16cid:durableId="1005210290">
    <w:abstractNumId w:val="1"/>
  </w:num>
  <w:num w:numId="9" w16cid:durableId="1407262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196E"/>
    <w:rsid w:val="000043B4"/>
    <w:rsid w:val="000043EE"/>
    <w:rsid w:val="00010588"/>
    <w:rsid w:val="0001520F"/>
    <w:rsid w:val="0003731A"/>
    <w:rsid w:val="00043FA6"/>
    <w:rsid w:val="00060F0D"/>
    <w:rsid w:val="00070709"/>
    <w:rsid w:val="0007576E"/>
    <w:rsid w:val="00086D75"/>
    <w:rsid w:val="000970BC"/>
    <w:rsid w:val="000A3D70"/>
    <w:rsid w:val="000A4F18"/>
    <w:rsid w:val="000C0FC5"/>
    <w:rsid w:val="000D1F18"/>
    <w:rsid w:val="000D4CD2"/>
    <w:rsid w:val="000E7D3B"/>
    <w:rsid w:val="000F3CC5"/>
    <w:rsid w:val="00101FB4"/>
    <w:rsid w:val="00110F4B"/>
    <w:rsid w:val="00113058"/>
    <w:rsid w:val="00114F5B"/>
    <w:rsid w:val="00130537"/>
    <w:rsid w:val="0013093D"/>
    <w:rsid w:val="001314BF"/>
    <w:rsid w:val="00140BB4"/>
    <w:rsid w:val="00144EA8"/>
    <w:rsid w:val="00171452"/>
    <w:rsid w:val="00180C7A"/>
    <w:rsid w:val="00181C8B"/>
    <w:rsid w:val="001852F6"/>
    <w:rsid w:val="001A04C5"/>
    <w:rsid w:val="001A48C5"/>
    <w:rsid w:val="001A6981"/>
    <w:rsid w:val="001B4142"/>
    <w:rsid w:val="001C7457"/>
    <w:rsid w:val="001D1E23"/>
    <w:rsid w:val="001E0432"/>
    <w:rsid w:val="001F5E92"/>
    <w:rsid w:val="001F7F88"/>
    <w:rsid w:val="002067F2"/>
    <w:rsid w:val="002148FF"/>
    <w:rsid w:val="00215B4E"/>
    <w:rsid w:val="00246733"/>
    <w:rsid w:val="002677DD"/>
    <w:rsid w:val="002705EC"/>
    <w:rsid w:val="00275C12"/>
    <w:rsid w:val="00282A4E"/>
    <w:rsid w:val="00294FD3"/>
    <w:rsid w:val="002C3014"/>
    <w:rsid w:val="002D0485"/>
    <w:rsid w:val="002F5826"/>
    <w:rsid w:val="0030502A"/>
    <w:rsid w:val="003060C9"/>
    <w:rsid w:val="003071B9"/>
    <w:rsid w:val="003073EE"/>
    <w:rsid w:val="00337154"/>
    <w:rsid w:val="00342D79"/>
    <w:rsid w:val="00346BC0"/>
    <w:rsid w:val="0035227C"/>
    <w:rsid w:val="00355C17"/>
    <w:rsid w:val="00363176"/>
    <w:rsid w:val="00363273"/>
    <w:rsid w:val="00364F96"/>
    <w:rsid w:val="003702AF"/>
    <w:rsid w:val="00370FAC"/>
    <w:rsid w:val="00382391"/>
    <w:rsid w:val="00383001"/>
    <w:rsid w:val="0038309E"/>
    <w:rsid w:val="0039042B"/>
    <w:rsid w:val="003A076D"/>
    <w:rsid w:val="003A4741"/>
    <w:rsid w:val="003A4903"/>
    <w:rsid w:val="003D6BA6"/>
    <w:rsid w:val="003F3051"/>
    <w:rsid w:val="00400CDD"/>
    <w:rsid w:val="00407F40"/>
    <w:rsid w:val="00436AAD"/>
    <w:rsid w:val="0044266D"/>
    <w:rsid w:val="0045016E"/>
    <w:rsid w:val="00465C98"/>
    <w:rsid w:val="004730C0"/>
    <w:rsid w:val="00473BE9"/>
    <w:rsid w:val="00481616"/>
    <w:rsid w:val="00486BE1"/>
    <w:rsid w:val="004A0F28"/>
    <w:rsid w:val="004A1A42"/>
    <w:rsid w:val="004A57D8"/>
    <w:rsid w:val="004B37CC"/>
    <w:rsid w:val="004C0C23"/>
    <w:rsid w:val="00501D0B"/>
    <w:rsid w:val="00503C28"/>
    <w:rsid w:val="00530AF2"/>
    <w:rsid w:val="00531EA6"/>
    <w:rsid w:val="005350F0"/>
    <w:rsid w:val="0054345D"/>
    <w:rsid w:val="0056134D"/>
    <w:rsid w:val="0057097B"/>
    <w:rsid w:val="005719BD"/>
    <w:rsid w:val="005749A0"/>
    <w:rsid w:val="00595203"/>
    <w:rsid w:val="005972DA"/>
    <w:rsid w:val="005C316D"/>
    <w:rsid w:val="005D404E"/>
    <w:rsid w:val="005D4CD7"/>
    <w:rsid w:val="005E0B07"/>
    <w:rsid w:val="006017CC"/>
    <w:rsid w:val="006038C8"/>
    <w:rsid w:val="00603D74"/>
    <w:rsid w:val="00606B76"/>
    <w:rsid w:val="00611524"/>
    <w:rsid w:val="006211E8"/>
    <w:rsid w:val="00623C69"/>
    <w:rsid w:val="006348C0"/>
    <w:rsid w:val="0063683B"/>
    <w:rsid w:val="00644D0E"/>
    <w:rsid w:val="006502F2"/>
    <w:rsid w:val="006555B2"/>
    <w:rsid w:val="006568D9"/>
    <w:rsid w:val="006675B4"/>
    <w:rsid w:val="0067189D"/>
    <w:rsid w:val="00673E43"/>
    <w:rsid w:val="00675E6C"/>
    <w:rsid w:val="006760E3"/>
    <w:rsid w:val="006774DA"/>
    <w:rsid w:val="00682CEF"/>
    <w:rsid w:val="00682E5A"/>
    <w:rsid w:val="006A10FB"/>
    <w:rsid w:val="006A271A"/>
    <w:rsid w:val="006B1745"/>
    <w:rsid w:val="006C7DFF"/>
    <w:rsid w:val="006D6D7C"/>
    <w:rsid w:val="006E749F"/>
    <w:rsid w:val="006F6B82"/>
    <w:rsid w:val="006F7BD8"/>
    <w:rsid w:val="00722981"/>
    <w:rsid w:val="0073281E"/>
    <w:rsid w:val="00741E6C"/>
    <w:rsid w:val="00744133"/>
    <w:rsid w:val="00747EA5"/>
    <w:rsid w:val="007521B7"/>
    <w:rsid w:val="00757F5B"/>
    <w:rsid w:val="007804FA"/>
    <w:rsid w:val="00781549"/>
    <w:rsid w:val="007844F0"/>
    <w:rsid w:val="0079728E"/>
    <w:rsid w:val="007B5082"/>
    <w:rsid w:val="007B71C2"/>
    <w:rsid w:val="007C5449"/>
    <w:rsid w:val="007C7C66"/>
    <w:rsid w:val="007D2C1F"/>
    <w:rsid w:val="007E472B"/>
    <w:rsid w:val="007E6B14"/>
    <w:rsid w:val="00800B35"/>
    <w:rsid w:val="00800C79"/>
    <w:rsid w:val="008151FA"/>
    <w:rsid w:val="00837866"/>
    <w:rsid w:val="008470AA"/>
    <w:rsid w:val="00850177"/>
    <w:rsid w:val="00861F25"/>
    <w:rsid w:val="00882483"/>
    <w:rsid w:val="008909D0"/>
    <w:rsid w:val="0089338E"/>
    <w:rsid w:val="0089463C"/>
    <w:rsid w:val="008A4070"/>
    <w:rsid w:val="008B561A"/>
    <w:rsid w:val="008D1E6C"/>
    <w:rsid w:val="008D566E"/>
    <w:rsid w:val="008E277D"/>
    <w:rsid w:val="008E2F59"/>
    <w:rsid w:val="008F78EA"/>
    <w:rsid w:val="008F7F92"/>
    <w:rsid w:val="00901852"/>
    <w:rsid w:val="00904DF6"/>
    <w:rsid w:val="00907FD1"/>
    <w:rsid w:val="009119F8"/>
    <w:rsid w:val="009121E4"/>
    <w:rsid w:val="0091412B"/>
    <w:rsid w:val="00914486"/>
    <w:rsid w:val="00916C79"/>
    <w:rsid w:val="009320A8"/>
    <w:rsid w:val="009462EE"/>
    <w:rsid w:val="00965348"/>
    <w:rsid w:val="00980F90"/>
    <w:rsid w:val="00991133"/>
    <w:rsid w:val="009A0791"/>
    <w:rsid w:val="009A7D95"/>
    <w:rsid w:val="009B4685"/>
    <w:rsid w:val="009C1E84"/>
    <w:rsid w:val="009C3AE9"/>
    <w:rsid w:val="009C4AF5"/>
    <w:rsid w:val="009C5575"/>
    <w:rsid w:val="009E538B"/>
    <w:rsid w:val="009F0171"/>
    <w:rsid w:val="009F0DD0"/>
    <w:rsid w:val="00A0222E"/>
    <w:rsid w:val="00A029BF"/>
    <w:rsid w:val="00A0330D"/>
    <w:rsid w:val="00A20E77"/>
    <w:rsid w:val="00A21B2D"/>
    <w:rsid w:val="00A24DBA"/>
    <w:rsid w:val="00A32A89"/>
    <w:rsid w:val="00A344EA"/>
    <w:rsid w:val="00A416A2"/>
    <w:rsid w:val="00A472F6"/>
    <w:rsid w:val="00A6486B"/>
    <w:rsid w:val="00A71826"/>
    <w:rsid w:val="00A819D6"/>
    <w:rsid w:val="00A821DD"/>
    <w:rsid w:val="00A84E06"/>
    <w:rsid w:val="00A91583"/>
    <w:rsid w:val="00AA70C6"/>
    <w:rsid w:val="00AB13B9"/>
    <w:rsid w:val="00AB1B18"/>
    <w:rsid w:val="00AB4510"/>
    <w:rsid w:val="00AC4B8C"/>
    <w:rsid w:val="00AC75AA"/>
    <w:rsid w:val="00AE221D"/>
    <w:rsid w:val="00AE2237"/>
    <w:rsid w:val="00AF2495"/>
    <w:rsid w:val="00AF422D"/>
    <w:rsid w:val="00AF4B9C"/>
    <w:rsid w:val="00B05669"/>
    <w:rsid w:val="00B17A75"/>
    <w:rsid w:val="00B43A8F"/>
    <w:rsid w:val="00B46F68"/>
    <w:rsid w:val="00B61ACA"/>
    <w:rsid w:val="00B903EA"/>
    <w:rsid w:val="00B92D26"/>
    <w:rsid w:val="00BC2225"/>
    <w:rsid w:val="00BC5754"/>
    <w:rsid w:val="00BD3B1A"/>
    <w:rsid w:val="00BD6454"/>
    <w:rsid w:val="00BF27D4"/>
    <w:rsid w:val="00BF4B25"/>
    <w:rsid w:val="00BF70C0"/>
    <w:rsid w:val="00C07928"/>
    <w:rsid w:val="00C15085"/>
    <w:rsid w:val="00C172CB"/>
    <w:rsid w:val="00C21F6E"/>
    <w:rsid w:val="00C306A1"/>
    <w:rsid w:val="00C30FF7"/>
    <w:rsid w:val="00C40275"/>
    <w:rsid w:val="00C43084"/>
    <w:rsid w:val="00C463D8"/>
    <w:rsid w:val="00C56086"/>
    <w:rsid w:val="00C77A04"/>
    <w:rsid w:val="00C82E59"/>
    <w:rsid w:val="00C9010B"/>
    <w:rsid w:val="00C96498"/>
    <w:rsid w:val="00C97F85"/>
    <w:rsid w:val="00CA3C1D"/>
    <w:rsid w:val="00CB1911"/>
    <w:rsid w:val="00CB7C9E"/>
    <w:rsid w:val="00CC4F64"/>
    <w:rsid w:val="00CC7100"/>
    <w:rsid w:val="00CE68C1"/>
    <w:rsid w:val="00CE7666"/>
    <w:rsid w:val="00D003FA"/>
    <w:rsid w:val="00D20E36"/>
    <w:rsid w:val="00D52D02"/>
    <w:rsid w:val="00D53C4D"/>
    <w:rsid w:val="00D62598"/>
    <w:rsid w:val="00D71DDF"/>
    <w:rsid w:val="00D82292"/>
    <w:rsid w:val="00D84E70"/>
    <w:rsid w:val="00D87ACA"/>
    <w:rsid w:val="00D919E5"/>
    <w:rsid w:val="00D9321A"/>
    <w:rsid w:val="00DA10DA"/>
    <w:rsid w:val="00DA255C"/>
    <w:rsid w:val="00DC09C7"/>
    <w:rsid w:val="00DC1DB0"/>
    <w:rsid w:val="00DD5532"/>
    <w:rsid w:val="00DF1854"/>
    <w:rsid w:val="00DF19D9"/>
    <w:rsid w:val="00E04640"/>
    <w:rsid w:val="00E0664F"/>
    <w:rsid w:val="00E108A7"/>
    <w:rsid w:val="00E25381"/>
    <w:rsid w:val="00E27683"/>
    <w:rsid w:val="00E5564E"/>
    <w:rsid w:val="00E61E1D"/>
    <w:rsid w:val="00E7641D"/>
    <w:rsid w:val="00EC0B47"/>
    <w:rsid w:val="00EC1499"/>
    <w:rsid w:val="00EC4653"/>
    <w:rsid w:val="00EC646D"/>
    <w:rsid w:val="00ED0BED"/>
    <w:rsid w:val="00ED23E3"/>
    <w:rsid w:val="00ED3F57"/>
    <w:rsid w:val="00ED6181"/>
    <w:rsid w:val="00ED6F8C"/>
    <w:rsid w:val="00EF102E"/>
    <w:rsid w:val="00EF53F5"/>
    <w:rsid w:val="00F0624B"/>
    <w:rsid w:val="00F21C4A"/>
    <w:rsid w:val="00F25B36"/>
    <w:rsid w:val="00F46F5F"/>
    <w:rsid w:val="00F64CEB"/>
    <w:rsid w:val="00F75E9E"/>
    <w:rsid w:val="00FA5B44"/>
    <w:rsid w:val="00FA6469"/>
    <w:rsid w:val="00FB1614"/>
    <w:rsid w:val="00FB447E"/>
    <w:rsid w:val="00FC6C36"/>
    <w:rsid w:val="00FD6C9A"/>
    <w:rsid w:val="00FD7A4F"/>
    <w:rsid w:val="00FE41E2"/>
    <w:rsid w:val="00FF3D58"/>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8DAAE"/>
  <w15:docId w15:val="{400C27BD-10C0-4FBE-9B03-BF1E0609D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character" w:styleId="Hipersaitas">
    <w:name w:val="Hyperlink"/>
    <w:rsid w:val="0030502A"/>
    <w:rPr>
      <w:color w:val="0000FF"/>
      <w:u w:val="single"/>
    </w:rPr>
  </w:style>
  <w:style w:type="table" w:styleId="Lentelstinklelis">
    <w:name w:val="Table Grid"/>
    <w:basedOn w:val="prastojilentel"/>
    <w:uiPriority w:val="59"/>
    <w:rsid w:val="00C17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384874">
      <w:bodyDiv w:val="1"/>
      <w:marLeft w:val="0"/>
      <w:marRight w:val="0"/>
      <w:marTop w:val="0"/>
      <w:marBottom w:val="0"/>
      <w:divBdr>
        <w:top w:val="none" w:sz="0" w:space="0" w:color="auto"/>
        <w:left w:val="none" w:sz="0" w:space="0" w:color="auto"/>
        <w:bottom w:val="none" w:sz="0" w:space="0" w:color="auto"/>
        <w:right w:val="none" w:sz="0" w:space="0" w:color="auto"/>
      </w:divBdr>
      <w:divsChild>
        <w:div w:id="853571147">
          <w:marLeft w:val="0"/>
          <w:marRight w:val="0"/>
          <w:marTop w:val="0"/>
          <w:marBottom w:val="0"/>
          <w:divBdr>
            <w:top w:val="none" w:sz="0" w:space="0" w:color="auto"/>
            <w:left w:val="none" w:sz="0" w:space="0" w:color="auto"/>
            <w:bottom w:val="none" w:sz="0" w:space="0" w:color="auto"/>
            <w:right w:val="none" w:sz="0" w:space="0" w:color="auto"/>
          </w:divBdr>
        </w:div>
      </w:divsChild>
    </w:div>
    <w:div w:id="1076896501">
      <w:bodyDiv w:val="1"/>
      <w:marLeft w:val="0"/>
      <w:marRight w:val="0"/>
      <w:marTop w:val="0"/>
      <w:marBottom w:val="0"/>
      <w:divBdr>
        <w:top w:val="none" w:sz="0" w:space="0" w:color="auto"/>
        <w:left w:val="none" w:sz="0" w:space="0" w:color="auto"/>
        <w:bottom w:val="none" w:sz="0" w:space="0" w:color="auto"/>
        <w:right w:val="none" w:sz="0" w:space="0" w:color="auto"/>
      </w:divBdr>
      <w:divsChild>
        <w:div w:id="1641763003">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6368ea365122492582636500f8ad80e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6368ea365122492582636500f8ad80ec</Template>
  <TotalTime>3</TotalTime>
  <Pages>1</Pages>
  <Words>1095</Words>
  <Characters>625</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2021 M. RUGSĖJO 30 D. SPRENDIMO NR. T9-160 "DĖL SKUODO RAJONO SAVIVALDYBĖS R. GRANAUSKO VIEŠOSIOS BIBLIOTEKOS NUOSTATŲ PATVIRTINIMO" PAKEITIMO</vt:lpstr>
      <vt:lpstr>DĖL SKUODO RAJONO SAVIVALDYBĖS TARYBOS 2021 M. RUGSĖJO 30 D. SPRENDIMO NR. T9-160 "DĖL SKUODO RAJONO SAVIVALDYBĖS R. GRANAUSKO VIEŠOSIOS BIBLIOTEKOS NUOSTATŲ PATVIRTINIMO" PAKEITIMO</vt:lpstr>
    </vt:vector>
  </TitlesOfParts>
  <Manager>2023-08-24</Manager>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RUGSĖJO 30 D. SPRENDIMO NR. T9-160 "DĖL SKUODO RAJONO SAVIVALDYBĖS R. GRANAUSKO VIEŠOSIOS BIBLIOTEKOS NUOSTATŲ PATVIRTINIMO" PAKEITIMO</dc:title>
  <dc:subject>T9-179</dc:subject>
  <dc:creator>SKUODO RAJONO SAVIVALDYBĖS TARYBA</dc:creator>
  <cp:keywords/>
  <cp:lastModifiedBy>Sadauskienė, Dalia</cp:lastModifiedBy>
  <cp:revision>3</cp:revision>
  <cp:lastPrinted>2024-04-03T06:11:00Z</cp:lastPrinted>
  <dcterms:created xsi:type="dcterms:W3CDTF">2024-05-21T06:48:00Z</dcterms:created>
  <dcterms:modified xsi:type="dcterms:W3CDTF">2024-05-21T06:48:00Z</dcterms:modified>
  <cp:category>SPRENDIMAS</cp:category>
</cp:coreProperties>
</file>